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CA66" w14:textId="77777777" w:rsidR="006B4CB0" w:rsidRDefault="006B4CB0" w:rsidP="006B4CB0">
      <w:pPr>
        <w:tabs>
          <w:tab w:val="left" w:pos="851"/>
        </w:tabs>
        <w:autoSpaceDE w:val="0"/>
        <w:autoSpaceDN w:val="0"/>
        <w:adjustRightInd w:val="0"/>
        <w:spacing w:line="360" w:lineRule="exact"/>
        <w:rPr>
          <w:rFonts w:cs="Arial"/>
          <w:b/>
          <w:bCs/>
          <w:szCs w:val="22"/>
        </w:rPr>
      </w:pPr>
    </w:p>
    <w:p w14:paraId="3FE17880" w14:textId="1DEF8472" w:rsidR="00844DB9" w:rsidRPr="006B4CB0" w:rsidRDefault="00844DB9" w:rsidP="006B4CB0">
      <w:pPr>
        <w:tabs>
          <w:tab w:val="left" w:pos="851"/>
        </w:tabs>
        <w:autoSpaceDE w:val="0"/>
        <w:autoSpaceDN w:val="0"/>
        <w:adjustRightInd w:val="0"/>
        <w:spacing w:line="360" w:lineRule="exact"/>
        <w:rPr>
          <w:rFonts w:cs="Arial"/>
          <w:b/>
          <w:bCs/>
        </w:rPr>
      </w:pPr>
      <w:r w:rsidRPr="006B4CB0">
        <w:rPr>
          <w:rFonts w:cs="Arial"/>
          <w:b/>
          <w:bCs/>
          <w:szCs w:val="22"/>
        </w:rPr>
        <w:t xml:space="preserve">ALLEGATO B - </w:t>
      </w:r>
      <w:r w:rsidRPr="006B4CB0">
        <w:rPr>
          <w:rFonts w:cs="Arial"/>
          <w:b/>
          <w:bCs/>
        </w:rPr>
        <w:t>Domanda di partecipazi</w:t>
      </w:r>
      <w:r w:rsidR="00C841A3" w:rsidRPr="006B4CB0">
        <w:rPr>
          <w:rFonts w:cs="Arial"/>
          <w:b/>
          <w:bCs/>
        </w:rPr>
        <w:t>one</w:t>
      </w:r>
    </w:p>
    <w:p w14:paraId="51FE035E" w14:textId="77777777" w:rsidR="00C841A3" w:rsidRDefault="00C841A3" w:rsidP="006B4CB0">
      <w:pPr>
        <w:tabs>
          <w:tab w:val="left" w:pos="851"/>
        </w:tabs>
        <w:autoSpaceDE w:val="0"/>
        <w:autoSpaceDN w:val="0"/>
        <w:adjustRightInd w:val="0"/>
        <w:spacing w:line="360" w:lineRule="exact"/>
        <w:rPr>
          <w:rFonts w:cs="Arial"/>
          <w:szCs w:val="22"/>
          <w:u w:val="single"/>
        </w:rPr>
      </w:pPr>
    </w:p>
    <w:p w14:paraId="47D897CC" w14:textId="1A0A5A92" w:rsidR="00844DB9" w:rsidRDefault="00844DB9" w:rsidP="006B4CB0">
      <w:pPr>
        <w:spacing w:line="360" w:lineRule="exact"/>
        <w:ind w:left="453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Spett.le </w:t>
      </w:r>
    </w:p>
    <w:p w14:paraId="5B444A05" w14:textId="0E4E8E7F" w:rsidR="00844DB9" w:rsidRDefault="00844DB9" w:rsidP="006B4CB0">
      <w:pPr>
        <w:spacing w:line="360" w:lineRule="exact"/>
        <w:ind w:left="453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PARCO REGIONALE VALLE DEL LAMBRO</w:t>
      </w:r>
    </w:p>
    <w:p w14:paraId="76BD611F" w14:textId="7A6B5F22" w:rsidR="00844DB9" w:rsidRDefault="00844DB9" w:rsidP="006B4CB0">
      <w:pPr>
        <w:spacing w:line="360" w:lineRule="exact"/>
        <w:ind w:left="453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PEC: </w:t>
      </w:r>
      <w:hyperlink r:id="rId7" w:history="1">
        <w:r w:rsidRPr="00B93274">
          <w:t>parcovallelambro@legalmail.it</w:t>
        </w:r>
      </w:hyperlink>
    </w:p>
    <w:p w14:paraId="3E659E2F" w14:textId="3F195EF4" w:rsidR="00844DB9" w:rsidRDefault="00844DB9" w:rsidP="006B4CB0">
      <w:pPr>
        <w:autoSpaceDE w:val="0"/>
        <w:autoSpaceDN w:val="0"/>
        <w:adjustRightInd w:val="0"/>
        <w:spacing w:line="360" w:lineRule="exact"/>
        <w:rPr>
          <w:rFonts w:cs="Arial"/>
          <w:color w:val="000000"/>
          <w:szCs w:val="22"/>
        </w:rPr>
      </w:pPr>
    </w:p>
    <w:p w14:paraId="4B5C9C2B" w14:textId="77777777" w:rsidR="006B4CB0" w:rsidRDefault="006B4CB0" w:rsidP="006B4CB0">
      <w:pPr>
        <w:autoSpaceDE w:val="0"/>
        <w:autoSpaceDN w:val="0"/>
        <w:adjustRightInd w:val="0"/>
        <w:spacing w:line="360" w:lineRule="exact"/>
        <w:rPr>
          <w:rFonts w:cs="Arial"/>
          <w:color w:val="000000"/>
          <w:szCs w:val="22"/>
        </w:rPr>
      </w:pPr>
    </w:p>
    <w:p w14:paraId="33FA1812" w14:textId="77777777" w:rsidR="00F629EE" w:rsidRDefault="00F629EE" w:rsidP="006B4CB0">
      <w:pPr>
        <w:spacing w:line="360" w:lineRule="exact"/>
        <w:jc w:val="center"/>
        <w:rPr>
          <w:rFonts w:cs="Arial"/>
          <w:b/>
          <w:szCs w:val="22"/>
        </w:rPr>
      </w:pPr>
      <w:r w:rsidRPr="00793976">
        <w:rPr>
          <w:rFonts w:cs="Arial"/>
          <w:b/>
          <w:szCs w:val="22"/>
        </w:rPr>
        <w:t>MANIFESTAZIONE DELL'INTERESSE</w:t>
      </w:r>
    </w:p>
    <w:p w14:paraId="1C7A2C41" w14:textId="77777777" w:rsidR="00F629EE" w:rsidRPr="00793976" w:rsidRDefault="00F629EE" w:rsidP="006B4CB0">
      <w:pPr>
        <w:spacing w:line="360" w:lineRule="exact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e</w:t>
      </w:r>
    </w:p>
    <w:p w14:paraId="1600788E" w14:textId="77777777" w:rsidR="00F629EE" w:rsidRPr="00793976" w:rsidRDefault="00F629EE" w:rsidP="006B4CB0">
      <w:pPr>
        <w:spacing w:line="360" w:lineRule="exact"/>
        <w:jc w:val="center"/>
        <w:rPr>
          <w:rFonts w:cs="Arial"/>
          <w:b/>
          <w:szCs w:val="22"/>
        </w:rPr>
      </w:pPr>
      <w:r w:rsidRPr="00793976">
        <w:rPr>
          <w:rFonts w:cs="Arial"/>
          <w:b/>
          <w:szCs w:val="22"/>
        </w:rPr>
        <w:t>DICHIARAZIONI Al FINI DELLA PARTECIPAZIONE</w:t>
      </w:r>
    </w:p>
    <w:p w14:paraId="3571C664" w14:textId="77777777" w:rsidR="006B4CB0" w:rsidRDefault="006B4CB0" w:rsidP="006B4CB0">
      <w:pPr>
        <w:autoSpaceDE w:val="0"/>
        <w:autoSpaceDN w:val="0"/>
        <w:adjustRightInd w:val="0"/>
        <w:spacing w:line="360" w:lineRule="exact"/>
        <w:rPr>
          <w:rFonts w:cs="Arial"/>
          <w:color w:val="000000"/>
          <w:szCs w:val="22"/>
        </w:rPr>
      </w:pPr>
    </w:p>
    <w:p w14:paraId="752C2EFB" w14:textId="6E892BCC" w:rsidR="00844DB9" w:rsidRDefault="00844DB9" w:rsidP="006B4CB0">
      <w:pPr>
        <w:spacing w:line="360" w:lineRule="exact"/>
        <w:rPr>
          <w:rFonts w:eastAsia="Georgia" w:cs="Arial"/>
          <w:b/>
          <w:szCs w:val="22"/>
        </w:rPr>
      </w:pPr>
      <w:r>
        <w:rPr>
          <w:rFonts w:eastAsia="Georgia" w:cs="Arial"/>
          <w:b/>
          <w:szCs w:val="22"/>
        </w:rPr>
        <w:t xml:space="preserve">Oggetto: </w:t>
      </w:r>
      <w:r w:rsidRPr="00B93274">
        <w:rPr>
          <w:rFonts w:eastAsia="Georgia" w:cs="Arial"/>
          <w:b/>
          <w:szCs w:val="22"/>
        </w:rPr>
        <w:t>AFFIDAMENTO</w:t>
      </w:r>
      <w:r w:rsidR="006E366C">
        <w:rPr>
          <w:rFonts w:eastAsia="Georgia" w:cs="Arial"/>
          <w:b/>
          <w:szCs w:val="22"/>
        </w:rPr>
        <w:t xml:space="preserve"> </w:t>
      </w:r>
      <w:r w:rsidRPr="00B93274">
        <w:rPr>
          <w:rFonts w:eastAsia="Georgia" w:cs="Arial"/>
          <w:b/>
          <w:szCs w:val="22"/>
        </w:rPr>
        <w:t xml:space="preserve">DEI SERVIZI DI EDUCAZIONE AMBIENTALE, ORGANIZZAZIONE DI INIZIATIVE ED EVENTI PER IL PLIS </w:t>
      </w:r>
      <w:r w:rsidR="00FE4F74">
        <w:rPr>
          <w:rFonts w:eastAsia="Georgia" w:cs="Arial"/>
          <w:b/>
          <w:szCs w:val="22"/>
        </w:rPr>
        <w:t xml:space="preserve">DEI COLLI BRIANTEI </w:t>
      </w:r>
      <w:r w:rsidRPr="00B93274">
        <w:rPr>
          <w:rFonts w:eastAsia="Georgia" w:cs="Arial"/>
          <w:b/>
          <w:szCs w:val="22"/>
        </w:rPr>
        <w:t>– ENTE GESTORE PARCO VALLE LAMBRO</w:t>
      </w:r>
    </w:p>
    <w:p w14:paraId="145D9133" w14:textId="77777777" w:rsidR="00844DB9" w:rsidRDefault="00844DB9" w:rsidP="006B4CB0">
      <w:pPr>
        <w:spacing w:line="360" w:lineRule="exact"/>
        <w:rPr>
          <w:rFonts w:cs="Arial"/>
          <w:szCs w:val="22"/>
        </w:rPr>
      </w:pPr>
    </w:p>
    <w:p w14:paraId="370D68A6" w14:textId="284FEFD8" w:rsidR="00844DB9" w:rsidRPr="00793976" w:rsidRDefault="00844DB9" w:rsidP="006B4CB0">
      <w:pPr>
        <w:spacing w:line="360" w:lineRule="exact"/>
        <w:rPr>
          <w:rFonts w:cs="Arial"/>
          <w:szCs w:val="22"/>
        </w:rPr>
      </w:pPr>
      <w:r w:rsidRPr="00754850">
        <w:rPr>
          <w:rFonts w:cs="Arial"/>
          <w:szCs w:val="22"/>
        </w:rPr>
        <w:t xml:space="preserve">Visto l'avviso </w:t>
      </w:r>
      <w:r w:rsidR="00754850" w:rsidRPr="00754850">
        <w:rPr>
          <w:rFonts w:cs="Arial"/>
          <w:szCs w:val="22"/>
        </w:rPr>
        <w:t>di cui all'avviso prot.n. 4086 del 23.06.2022</w:t>
      </w:r>
      <w:r w:rsidR="00754850">
        <w:rPr>
          <w:rFonts w:cs="Arial"/>
          <w:szCs w:val="22"/>
        </w:rPr>
        <w:t xml:space="preserve"> </w:t>
      </w:r>
      <w:r w:rsidRPr="00793976">
        <w:rPr>
          <w:rFonts w:cs="Arial"/>
          <w:szCs w:val="22"/>
        </w:rPr>
        <w:t xml:space="preserve">con il quale si invitava coloro fossero interessati a voler </w:t>
      </w:r>
      <w:r w:rsidRPr="00D24C31">
        <w:rPr>
          <w:rFonts w:cs="Arial"/>
          <w:b/>
          <w:i/>
          <w:szCs w:val="22"/>
        </w:rPr>
        <w:t>manifestare l'interesse</w:t>
      </w:r>
      <w:r w:rsidRPr="0079397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per l’affidamento, </w:t>
      </w:r>
      <w:r w:rsidRPr="00844DB9">
        <w:rPr>
          <w:rFonts w:cs="Arial"/>
          <w:szCs w:val="22"/>
        </w:rPr>
        <w:t xml:space="preserve">tramite </w:t>
      </w:r>
      <w:r w:rsidR="00FE4F74">
        <w:rPr>
          <w:rFonts w:cs="Arial"/>
          <w:szCs w:val="22"/>
        </w:rPr>
        <w:t>affidamento diretto</w:t>
      </w:r>
      <w:r w:rsidRPr="00844DB9">
        <w:rPr>
          <w:rFonts w:cs="Arial"/>
          <w:szCs w:val="22"/>
        </w:rPr>
        <w:t xml:space="preserve">, dei servizi di educazione ambientale, organizzazione di iniziative ed eventi per il </w:t>
      </w:r>
      <w:r>
        <w:rPr>
          <w:rFonts w:cs="Arial"/>
          <w:szCs w:val="22"/>
        </w:rPr>
        <w:t>PLIS</w:t>
      </w:r>
      <w:r w:rsidRPr="00844DB9">
        <w:rPr>
          <w:rFonts w:cs="Arial"/>
          <w:szCs w:val="22"/>
        </w:rPr>
        <w:t xml:space="preserve"> </w:t>
      </w:r>
      <w:r w:rsidR="00FE4F74">
        <w:rPr>
          <w:rFonts w:cs="Arial"/>
          <w:szCs w:val="22"/>
        </w:rPr>
        <w:t>dei Colli Briantei</w:t>
      </w:r>
      <w:r w:rsidRPr="00844DB9">
        <w:rPr>
          <w:rFonts w:cs="Arial"/>
          <w:szCs w:val="22"/>
        </w:rPr>
        <w:t xml:space="preserve"> – </w:t>
      </w:r>
      <w:r>
        <w:rPr>
          <w:rFonts w:cs="Arial"/>
          <w:szCs w:val="22"/>
        </w:rPr>
        <w:t>E</w:t>
      </w:r>
      <w:r w:rsidRPr="00844DB9">
        <w:rPr>
          <w:rFonts w:cs="Arial"/>
          <w:szCs w:val="22"/>
        </w:rPr>
        <w:t xml:space="preserve">nte gestore </w:t>
      </w:r>
      <w:r>
        <w:rPr>
          <w:rFonts w:cs="Arial"/>
          <w:szCs w:val="22"/>
        </w:rPr>
        <w:t>P</w:t>
      </w:r>
      <w:r w:rsidRPr="00844DB9">
        <w:rPr>
          <w:rFonts w:cs="Arial"/>
          <w:szCs w:val="22"/>
        </w:rPr>
        <w:t xml:space="preserve">arco </w:t>
      </w:r>
      <w:r>
        <w:rPr>
          <w:rFonts w:cs="Arial"/>
          <w:szCs w:val="22"/>
        </w:rPr>
        <w:t>Va</w:t>
      </w:r>
      <w:r w:rsidRPr="00844DB9">
        <w:rPr>
          <w:rFonts w:cs="Arial"/>
          <w:szCs w:val="22"/>
        </w:rPr>
        <w:t xml:space="preserve">lle </w:t>
      </w:r>
      <w:r>
        <w:rPr>
          <w:rFonts w:cs="Arial"/>
          <w:szCs w:val="22"/>
        </w:rPr>
        <w:t>L</w:t>
      </w:r>
      <w:r w:rsidRPr="00844DB9">
        <w:rPr>
          <w:rFonts w:cs="Arial"/>
          <w:szCs w:val="22"/>
        </w:rPr>
        <w:t>ambro</w:t>
      </w:r>
      <w:r>
        <w:rPr>
          <w:rFonts w:cs="Arial"/>
          <w:szCs w:val="22"/>
        </w:rPr>
        <w:t>,</w:t>
      </w:r>
    </w:p>
    <w:p w14:paraId="18747555" w14:textId="77777777" w:rsidR="00844DB9" w:rsidRPr="00793976" w:rsidRDefault="00844DB9" w:rsidP="006B4CB0">
      <w:pPr>
        <w:spacing w:line="360" w:lineRule="exact"/>
        <w:rPr>
          <w:rFonts w:cs="Arial"/>
          <w:szCs w:val="22"/>
        </w:rPr>
      </w:pPr>
    </w:p>
    <w:p w14:paraId="46C60D3A" w14:textId="663FE714" w:rsidR="00844DB9" w:rsidRPr="00793976" w:rsidRDefault="00844DB9" w:rsidP="006B4CB0">
      <w:pPr>
        <w:spacing w:line="360" w:lineRule="exact"/>
        <w:rPr>
          <w:rFonts w:cs="Arial"/>
          <w:szCs w:val="22"/>
        </w:rPr>
      </w:pPr>
      <w:r w:rsidRPr="00793976">
        <w:rPr>
          <w:rFonts w:cs="Arial"/>
          <w:szCs w:val="22"/>
        </w:rPr>
        <w:t xml:space="preserve">il sottoscritto </w:t>
      </w:r>
      <w:r w:rsidR="004A65D6" w:rsidRPr="004A65D6">
        <w:rPr>
          <w:rFonts w:cs="Arial"/>
          <w:szCs w:val="22"/>
        </w:rPr>
        <w:t>_____________________________________________________________________</w:t>
      </w:r>
    </w:p>
    <w:p w14:paraId="36F6519F" w14:textId="3A7D7A90" w:rsidR="00844DB9" w:rsidRPr="00793976" w:rsidRDefault="00844DB9" w:rsidP="006B4CB0">
      <w:pPr>
        <w:spacing w:line="360" w:lineRule="exact"/>
        <w:rPr>
          <w:rFonts w:cs="Arial"/>
          <w:szCs w:val="22"/>
        </w:rPr>
      </w:pPr>
      <w:r w:rsidRPr="00793976">
        <w:rPr>
          <w:rFonts w:cs="Arial"/>
          <w:szCs w:val="22"/>
        </w:rPr>
        <w:t xml:space="preserve">nato a </w:t>
      </w:r>
      <w:r w:rsidR="004A65D6" w:rsidRPr="004A65D6">
        <w:rPr>
          <w:rFonts w:cs="Arial"/>
          <w:szCs w:val="22"/>
        </w:rPr>
        <w:t xml:space="preserve">__________________________, </w:t>
      </w:r>
      <w:r w:rsidRPr="00793976">
        <w:rPr>
          <w:rFonts w:cs="Arial"/>
          <w:szCs w:val="22"/>
        </w:rPr>
        <w:t xml:space="preserve">il </w:t>
      </w:r>
      <w:r w:rsidR="004A65D6" w:rsidRPr="004A65D6">
        <w:rPr>
          <w:rFonts w:cs="Arial"/>
          <w:szCs w:val="22"/>
        </w:rPr>
        <w:t>__________________________,</w:t>
      </w:r>
    </w:p>
    <w:p w14:paraId="14CAF333" w14:textId="77777777" w:rsidR="004A65D6" w:rsidRP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cs="Arial"/>
          <w:szCs w:val="22"/>
        </w:rPr>
        <w:t xml:space="preserve">residente in_______________________________ via _________________________, n._________, </w:t>
      </w:r>
    </w:p>
    <w:p w14:paraId="48E098EF" w14:textId="77777777" w:rsidR="004A65D6" w:rsidRP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cs="Arial"/>
          <w:szCs w:val="22"/>
        </w:rPr>
        <w:t>CAP _________, Provincia _________________,</w:t>
      </w:r>
    </w:p>
    <w:p w14:paraId="177AFDDA" w14:textId="77777777" w:rsidR="004A65D6" w:rsidRP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cs="Arial"/>
          <w:szCs w:val="22"/>
        </w:rPr>
        <w:t>In qualità di</w:t>
      </w:r>
    </w:p>
    <w:p w14:paraId="38734630" w14:textId="77777777" w:rsidR="004A65D6" w:rsidRP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ascii="Segoe UI Symbol" w:hAnsi="Segoe UI Symbol" w:cs="Segoe UI Symbol"/>
          <w:szCs w:val="22"/>
        </w:rPr>
        <w:t>❑</w:t>
      </w:r>
      <w:r w:rsidRPr="004A65D6">
        <w:rPr>
          <w:rFonts w:cs="Arial"/>
          <w:szCs w:val="22"/>
        </w:rPr>
        <w:t xml:space="preserve"> legale rappresentante (allegare copia di un documento di riconoscimento in corso di validità) o procuratore del legale rappresentante (nel caso, allegare copia conforme all’originale della procura e copia di un documento di riconoscimento in corso di validità);</w:t>
      </w:r>
    </w:p>
    <w:p w14:paraId="11C42F62" w14:textId="77A2E433" w:rsidR="004A65D6" w:rsidRP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ascii="Segoe UI Symbol" w:hAnsi="Segoe UI Symbol" w:cs="Segoe UI Symbol"/>
          <w:szCs w:val="22"/>
        </w:rPr>
        <w:t>❑</w:t>
      </w:r>
      <w:r w:rsidRPr="004A65D6">
        <w:rPr>
          <w:rFonts w:cs="Arial"/>
          <w:szCs w:val="22"/>
        </w:rPr>
        <w:t xml:space="preserve"> altro, specificare (e allegare copia di un documento di riconoscimento in corso di validità) ________________________________________________________________________________ dell</w:t>
      </w:r>
      <w:r>
        <w:rPr>
          <w:rFonts w:cs="Arial"/>
          <w:szCs w:val="22"/>
        </w:rPr>
        <w:t>’</w:t>
      </w:r>
      <w:r w:rsidRPr="004A65D6">
        <w:rPr>
          <w:rFonts w:cs="Arial"/>
          <w:szCs w:val="22"/>
        </w:rPr>
        <w:t>OPERATORE ECONOMICO denominato__________________________________________, con sede in __________________________, via_____________________________ n. __________, CAP________, Provincia _________________,</w:t>
      </w:r>
    </w:p>
    <w:p w14:paraId="24EA7319" w14:textId="77777777" w:rsid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cs="Arial"/>
          <w:szCs w:val="22"/>
        </w:rPr>
        <w:t xml:space="preserve">Codice Fiscale ___________________________, partita IVA_______________________________, </w:t>
      </w:r>
    </w:p>
    <w:p w14:paraId="427E638D" w14:textId="36ABFEFA" w:rsidR="004A65D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cs="Arial"/>
          <w:szCs w:val="22"/>
        </w:rPr>
        <w:t>Indirizzo PEC ___________________________________, numero di FAX _____________________,</w:t>
      </w:r>
    </w:p>
    <w:p w14:paraId="1B4E7373" w14:textId="37AC2F99" w:rsidR="00844DB9" w:rsidRPr="00793976" w:rsidRDefault="004A65D6" w:rsidP="006B4CB0">
      <w:pPr>
        <w:spacing w:line="360" w:lineRule="exact"/>
        <w:rPr>
          <w:rFonts w:cs="Arial"/>
          <w:szCs w:val="22"/>
        </w:rPr>
      </w:pPr>
      <w:r w:rsidRPr="004A65D6">
        <w:rPr>
          <w:rFonts w:cs="Arial"/>
          <w:szCs w:val="22"/>
        </w:rPr>
        <w:t>in nome e per conto dell’operatore stesso,</w:t>
      </w:r>
    </w:p>
    <w:p w14:paraId="05A156F7" w14:textId="2EC33D8E" w:rsidR="00844DB9" w:rsidRPr="00793976" w:rsidRDefault="00844DB9" w:rsidP="006B4CB0">
      <w:pPr>
        <w:spacing w:line="360" w:lineRule="exact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MANIFESTA L’INTERES</w:t>
      </w:r>
      <w:r w:rsidR="006E366C">
        <w:rPr>
          <w:rFonts w:cs="Arial"/>
          <w:b/>
          <w:szCs w:val="22"/>
        </w:rPr>
        <w:t>S</w:t>
      </w:r>
      <w:r>
        <w:rPr>
          <w:rFonts w:cs="Arial"/>
          <w:b/>
          <w:szCs w:val="22"/>
        </w:rPr>
        <w:t>E AD</w:t>
      </w:r>
      <w:r w:rsidRPr="00793976">
        <w:rPr>
          <w:rFonts w:cs="Arial"/>
          <w:b/>
          <w:szCs w:val="22"/>
        </w:rPr>
        <w:t xml:space="preserve"> ESSERE INVITATO ALLA PROCEDURA in oggetto.</w:t>
      </w:r>
    </w:p>
    <w:p w14:paraId="19920073" w14:textId="77777777" w:rsidR="00844DB9" w:rsidRPr="00793976" w:rsidRDefault="00844DB9" w:rsidP="006B4CB0">
      <w:pPr>
        <w:spacing w:line="360" w:lineRule="exact"/>
        <w:rPr>
          <w:rFonts w:cs="Arial"/>
          <w:szCs w:val="22"/>
        </w:rPr>
      </w:pPr>
    </w:p>
    <w:p w14:paraId="1127F088" w14:textId="77777777" w:rsidR="00844DB9" w:rsidRPr="00793976" w:rsidRDefault="00844DB9" w:rsidP="006B4CB0">
      <w:pPr>
        <w:spacing w:line="360" w:lineRule="exact"/>
        <w:rPr>
          <w:rFonts w:cs="Arial"/>
          <w:szCs w:val="22"/>
        </w:rPr>
      </w:pPr>
      <w:r w:rsidRPr="00793976">
        <w:rPr>
          <w:rFonts w:cs="Arial"/>
          <w:szCs w:val="22"/>
        </w:rPr>
        <w:t xml:space="preserve">A tale scopo, ai sensi degli articoli 46 e 47 del DPR 28 dicembre 2000 n.445, consapevole delle sanzioni penali previste dall'articolo 76 del medesimo DPR 445/2000, per le ipotesi di falsità in atti e dichiarazioni mendaci ivi indicate, </w:t>
      </w:r>
    </w:p>
    <w:p w14:paraId="62FE6C0C" w14:textId="77777777" w:rsidR="00844DB9" w:rsidRDefault="00844DB9" w:rsidP="006B4CB0">
      <w:pPr>
        <w:spacing w:line="360" w:lineRule="exact"/>
        <w:jc w:val="center"/>
        <w:rPr>
          <w:rFonts w:cs="Arial"/>
          <w:b/>
          <w:szCs w:val="22"/>
        </w:rPr>
      </w:pPr>
      <w:r w:rsidRPr="000E0FAF">
        <w:rPr>
          <w:rFonts w:cs="Arial"/>
          <w:b/>
          <w:szCs w:val="22"/>
        </w:rPr>
        <w:t>DICHIARA</w:t>
      </w:r>
    </w:p>
    <w:p w14:paraId="55840351" w14:textId="77777777" w:rsidR="00844DB9" w:rsidRPr="00844DB9" w:rsidRDefault="00844DB9" w:rsidP="006B4CB0">
      <w:pPr>
        <w:spacing w:line="360" w:lineRule="exact"/>
        <w:jc w:val="center"/>
        <w:rPr>
          <w:rFonts w:cs="Arial"/>
          <w:b/>
          <w:strike/>
          <w:szCs w:val="22"/>
        </w:rPr>
      </w:pPr>
    </w:p>
    <w:p w14:paraId="4E756DF6" w14:textId="5B78D539" w:rsidR="004A65D6" w:rsidRPr="004A65D6" w:rsidRDefault="004A65D6" w:rsidP="006B4CB0">
      <w:pPr>
        <w:pStyle w:val="Paragrafoelenco"/>
        <w:numPr>
          <w:ilvl w:val="0"/>
          <w:numId w:val="10"/>
        </w:numPr>
        <w:spacing w:line="360" w:lineRule="exact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4A65D6">
        <w:rPr>
          <w:rFonts w:cs="Arial"/>
          <w:szCs w:val="22"/>
        </w:rPr>
        <w:t>i essere in possesso dei requisiti generali, nonché di quelli di cui al punto 4 dell’avviso di manifestazione di interesse e dei requisiti di idoneità tecnica e professionale necessari per lo svolgimento del servizio in oggetto di cui all’Allegato A;</w:t>
      </w:r>
    </w:p>
    <w:p w14:paraId="0A0863EA" w14:textId="1551AA52" w:rsidR="004A65D6" w:rsidRPr="004A65D6" w:rsidRDefault="004A65D6" w:rsidP="006B4CB0">
      <w:pPr>
        <w:pStyle w:val="Paragrafoelenco"/>
        <w:numPr>
          <w:ilvl w:val="0"/>
          <w:numId w:val="10"/>
        </w:numPr>
        <w:spacing w:line="360" w:lineRule="exact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4A65D6">
        <w:rPr>
          <w:rFonts w:cs="Arial"/>
          <w:szCs w:val="22"/>
        </w:rPr>
        <w:t>i accettare le condizioni previste dalla manifestazione di interesse;</w:t>
      </w:r>
    </w:p>
    <w:p w14:paraId="3EACF396" w14:textId="41D6101E" w:rsidR="004A65D6" w:rsidRPr="004A65D6" w:rsidRDefault="004A65D6" w:rsidP="006B4CB0">
      <w:pPr>
        <w:pStyle w:val="Paragrafoelenco"/>
        <w:numPr>
          <w:ilvl w:val="0"/>
          <w:numId w:val="10"/>
        </w:numPr>
        <w:spacing w:line="360" w:lineRule="exact"/>
        <w:ind w:left="426" w:hanging="426"/>
        <w:rPr>
          <w:rFonts w:cs="Arial"/>
          <w:szCs w:val="22"/>
        </w:rPr>
      </w:pPr>
      <w:r>
        <w:rPr>
          <w:rFonts w:cs="Arial"/>
          <w:szCs w:val="22"/>
        </w:rPr>
        <w:t>d</w:t>
      </w:r>
      <w:r w:rsidRPr="004A65D6">
        <w:rPr>
          <w:rFonts w:cs="Arial"/>
          <w:szCs w:val="22"/>
        </w:rPr>
        <w:t>i non trovarsi in alcune delle circostanze previste dall’art. 80 D. Lgs. 50/2016 e/o in ogni altra situazione che possa determinare l’esclusione dalle gare e/o l’incapacità a contrarre con la pubblica amministrazione</w:t>
      </w:r>
      <w:r>
        <w:rPr>
          <w:rFonts w:cs="Arial"/>
          <w:szCs w:val="22"/>
        </w:rPr>
        <w:t>.</w:t>
      </w:r>
    </w:p>
    <w:p w14:paraId="43DE6E9C" w14:textId="77777777" w:rsidR="00F629EE" w:rsidRDefault="00F629EE" w:rsidP="006B4CB0">
      <w:pPr>
        <w:spacing w:line="360" w:lineRule="exact"/>
        <w:jc w:val="center"/>
        <w:rPr>
          <w:rFonts w:cs="Arial"/>
          <w:b/>
          <w:szCs w:val="22"/>
        </w:rPr>
      </w:pPr>
    </w:p>
    <w:p w14:paraId="2BF27835" w14:textId="309DCA9B" w:rsidR="00F629EE" w:rsidRDefault="00F629EE" w:rsidP="006B4CB0">
      <w:pPr>
        <w:spacing w:line="360" w:lineRule="exact"/>
        <w:jc w:val="center"/>
        <w:rPr>
          <w:rFonts w:cs="Arial"/>
          <w:b/>
          <w:szCs w:val="22"/>
        </w:rPr>
      </w:pPr>
      <w:r w:rsidRPr="00F629EE">
        <w:rPr>
          <w:rFonts w:cs="Arial"/>
          <w:b/>
          <w:szCs w:val="22"/>
        </w:rPr>
        <w:t>DICHIARA</w:t>
      </w:r>
      <w:r>
        <w:rPr>
          <w:rFonts w:cs="Arial"/>
          <w:b/>
          <w:szCs w:val="22"/>
        </w:rPr>
        <w:t xml:space="preserve"> altresì</w:t>
      </w:r>
    </w:p>
    <w:p w14:paraId="30726A4F" w14:textId="77777777" w:rsidR="004A65D6" w:rsidRPr="00F629EE" w:rsidRDefault="004A65D6" w:rsidP="006B4CB0">
      <w:pPr>
        <w:spacing w:line="360" w:lineRule="exact"/>
        <w:jc w:val="center"/>
        <w:rPr>
          <w:rFonts w:cs="Arial"/>
          <w:b/>
          <w:szCs w:val="22"/>
        </w:rPr>
      </w:pPr>
    </w:p>
    <w:p w14:paraId="1ECA8D57" w14:textId="49689984" w:rsidR="00F629EE" w:rsidRDefault="00F629EE" w:rsidP="006B4CB0">
      <w:pPr>
        <w:spacing w:line="360" w:lineRule="exact"/>
        <w:rPr>
          <w:rFonts w:cs="Arial"/>
          <w:szCs w:val="22"/>
        </w:rPr>
      </w:pPr>
      <w:r>
        <w:rPr>
          <w:rFonts w:cs="Arial"/>
          <w:szCs w:val="22"/>
        </w:rPr>
        <w:t>Di essere in possesso dei seguenti r</w:t>
      </w:r>
      <w:r w:rsidRPr="00793976">
        <w:rPr>
          <w:rFonts w:cs="Arial"/>
          <w:szCs w:val="22"/>
        </w:rPr>
        <w:t xml:space="preserve">equisiti </w:t>
      </w:r>
      <w:r>
        <w:rPr>
          <w:rFonts w:cs="Arial"/>
          <w:szCs w:val="22"/>
        </w:rPr>
        <w:t>per la partecipazione e cioè:</w:t>
      </w:r>
    </w:p>
    <w:p w14:paraId="4CD627A8" w14:textId="26F31F26" w:rsidR="00F629EE" w:rsidRPr="00FB6FBC" w:rsidRDefault="00F629EE" w:rsidP="006B4CB0">
      <w:pPr>
        <w:pStyle w:val="Paragrafoelenco"/>
        <w:numPr>
          <w:ilvl w:val="0"/>
          <w:numId w:val="10"/>
        </w:numPr>
        <w:spacing w:line="360" w:lineRule="exact"/>
        <w:ind w:left="426" w:hanging="426"/>
        <w:rPr>
          <w:rFonts w:cs="Arial"/>
          <w:szCs w:val="22"/>
        </w:rPr>
      </w:pPr>
      <w:r w:rsidRPr="00FB6FBC">
        <w:rPr>
          <w:rFonts w:cs="Arial"/>
          <w:szCs w:val="22"/>
        </w:rPr>
        <w:t xml:space="preserve">di conoscere il territorio del PLIS </w:t>
      </w:r>
      <w:r w:rsidR="006E366C">
        <w:rPr>
          <w:rFonts w:cs="Arial"/>
          <w:szCs w:val="22"/>
        </w:rPr>
        <w:t>dei Colli Briantei</w:t>
      </w:r>
      <w:r w:rsidRPr="00FB6FBC">
        <w:rPr>
          <w:rFonts w:cs="Arial"/>
          <w:szCs w:val="22"/>
        </w:rPr>
        <w:t xml:space="preserve">, nelle sue </w:t>
      </w:r>
      <w:bookmarkStart w:id="0" w:name="_Hlk78557007"/>
      <w:r w:rsidRPr="00FB6FBC">
        <w:rPr>
          <w:rFonts w:cs="Arial"/>
          <w:szCs w:val="22"/>
        </w:rPr>
        <w:t xml:space="preserve">caratteristiche </w:t>
      </w:r>
      <w:r w:rsidR="00FB6FBC" w:rsidRPr="00FB6FBC">
        <w:rPr>
          <w:rFonts w:cs="Arial"/>
          <w:szCs w:val="22"/>
        </w:rPr>
        <w:t>paesaggistiche</w:t>
      </w:r>
      <w:r w:rsidRPr="00FB6FBC">
        <w:rPr>
          <w:rFonts w:cs="Arial"/>
          <w:szCs w:val="22"/>
        </w:rPr>
        <w:t xml:space="preserve">, geologiche, geomorfologiche, </w:t>
      </w:r>
      <w:r w:rsidR="00FB6FBC" w:rsidRPr="00FB6FBC">
        <w:rPr>
          <w:rFonts w:cs="Arial"/>
          <w:szCs w:val="22"/>
        </w:rPr>
        <w:t>botaniche, storico-etnografiche</w:t>
      </w:r>
      <w:bookmarkEnd w:id="0"/>
      <w:r w:rsidR="00FB6FBC" w:rsidRPr="00FB6FBC">
        <w:rPr>
          <w:rFonts w:cs="Arial"/>
          <w:szCs w:val="22"/>
        </w:rPr>
        <w:t xml:space="preserve">, e a tal fine </w:t>
      </w:r>
      <w:proofErr w:type="gramStart"/>
      <w:r w:rsidR="00FB6FBC" w:rsidRPr="00FB6FBC">
        <w:rPr>
          <w:rFonts w:cs="Arial"/>
          <w:szCs w:val="22"/>
        </w:rPr>
        <w:t xml:space="preserve">dichiara  </w:t>
      </w:r>
      <w:r w:rsidR="004A65D6" w:rsidRPr="004A65D6">
        <w:rPr>
          <w:rFonts w:cs="Arial"/>
          <w:szCs w:val="22"/>
        </w:rPr>
        <w:t>_</w:t>
      </w:r>
      <w:proofErr w:type="gramEnd"/>
      <w:r w:rsidR="004A65D6" w:rsidRPr="004A65D6">
        <w:rPr>
          <w:rFonts w:cs="Arial"/>
          <w:szCs w:val="22"/>
        </w:rPr>
        <w:t>_____________________________</w:t>
      </w:r>
      <w:r w:rsidR="004A65D6">
        <w:rPr>
          <w:rFonts w:cs="Arial"/>
          <w:szCs w:val="22"/>
        </w:rPr>
        <w:t>______________________________________________;</w:t>
      </w:r>
    </w:p>
    <w:p w14:paraId="3BC71B3C" w14:textId="40B31C70" w:rsidR="00F629EE" w:rsidRPr="00D54ECC" w:rsidRDefault="00F629EE" w:rsidP="006B4CB0">
      <w:pPr>
        <w:pStyle w:val="Paragrafoelenco"/>
        <w:numPr>
          <w:ilvl w:val="0"/>
          <w:numId w:val="10"/>
        </w:numPr>
        <w:spacing w:line="360" w:lineRule="exact"/>
        <w:ind w:left="426" w:hanging="426"/>
        <w:rPr>
          <w:rFonts w:cs="Arial"/>
          <w:szCs w:val="22"/>
        </w:rPr>
      </w:pPr>
      <w:r w:rsidRPr="00D54ECC">
        <w:rPr>
          <w:rFonts w:cs="Arial"/>
          <w:szCs w:val="22"/>
        </w:rPr>
        <w:t xml:space="preserve">di avere esperienza nelle attività di </w:t>
      </w:r>
      <w:r w:rsidR="00FB6FBC" w:rsidRPr="00D54ECC">
        <w:rPr>
          <w:rFonts w:cs="Arial"/>
          <w:szCs w:val="22"/>
        </w:rPr>
        <w:t>educazione ambientale nel territorio del PLIS</w:t>
      </w:r>
      <w:r w:rsidR="00FE4F74" w:rsidRPr="00D54ECC">
        <w:rPr>
          <w:rFonts w:cs="Arial"/>
          <w:szCs w:val="22"/>
        </w:rPr>
        <w:t xml:space="preserve"> dei Colli Briantei</w:t>
      </w:r>
      <w:r w:rsidR="00FB6FBC" w:rsidRPr="00D54ECC">
        <w:rPr>
          <w:rFonts w:cs="Arial"/>
          <w:szCs w:val="22"/>
        </w:rPr>
        <w:t xml:space="preserve"> di seguito riassunte </w:t>
      </w:r>
      <w:r w:rsidR="004A65D6" w:rsidRPr="00D54ECC">
        <w:rPr>
          <w:rFonts w:cs="Arial"/>
          <w:szCs w:val="22"/>
        </w:rPr>
        <w:t>______________________________</w:t>
      </w:r>
      <w:proofErr w:type="gramStart"/>
      <w:r w:rsidR="004A65D6" w:rsidRPr="00D54ECC">
        <w:rPr>
          <w:rFonts w:cs="Arial"/>
          <w:szCs w:val="22"/>
        </w:rPr>
        <w:t>_ ;</w:t>
      </w:r>
      <w:proofErr w:type="gramEnd"/>
    </w:p>
    <w:p w14:paraId="5A1AC6E9" w14:textId="48EA2F72" w:rsidR="00FB6FBC" w:rsidRPr="00D54ECC" w:rsidRDefault="00FB6FBC" w:rsidP="006B4CB0">
      <w:pPr>
        <w:pStyle w:val="Paragrafoelenco"/>
        <w:numPr>
          <w:ilvl w:val="0"/>
          <w:numId w:val="10"/>
        </w:numPr>
        <w:spacing w:line="360" w:lineRule="exact"/>
        <w:ind w:left="426" w:hanging="426"/>
        <w:rPr>
          <w:rFonts w:cs="Arial"/>
          <w:szCs w:val="22"/>
        </w:rPr>
      </w:pPr>
      <w:r w:rsidRPr="00D54ECC">
        <w:rPr>
          <w:rFonts w:cs="Arial"/>
          <w:szCs w:val="22"/>
        </w:rPr>
        <w:t xml:space="preserve">di avere </w:t>
      </w:r>
      <w:bookmarkStart w:id="1" w:name="_Hlk78557182"/>
      <w:r w:rsidRPr="00D54ECC">
        <w:rPr>
          <w:rFonts w:cs="Arial"/>
          <w:szCs w:val="22"/>
        </w:rPr>
        <w:t>esperienza nelle attività di organizzazione eventi nel territorio del PLIS</w:t>
      </w:r>
      <w:r w:rsidR="00FE4F74" w:rsidRPr="00D54ECC">
        <w:rPr>
          <w:rFonts w:cs="Arial"/>
          <w:szCs w:val="22"/>
        </w:rPr>
        <w:t xml:space="preserve"> dei Colli Briantei</w:t>
      </w:r>
      <w:r w:rsidRPr="00D54ECC">
        <w:rPr>
          <w:rFonts w:cs="Arial"/>
          <w:szCs w:val="22"/>
        </w:rPr>
        <w:t>,</w:t>
      </w:r>
      <w:bookmarkEnd w:id="1"/>
      <w:r w:rsidRPr="00D54ECC">
        <w:rPr>
          <w:rFonts w:cs="Arial"/>
          <w:szCs w:val="22"/>
        </w:rPr>
        <w:t xml:space="preserve"> di seguito riassunte </w:t>
      </w:r>
      <w:r w:rsidR="004A65D6" w:rsidRPr="00D54ECC">
        <w:rPr>
          <w:rFonts w:cs="Arial"/>
          <w:szCs w:val="22"/>
        </w:rPr>
        <w:t>______________________________</w:t>
      </w:r>
      <w:proofErr w:type="gramStart"/>
      <w:r w:rsidR="004A65D6" w:rsidRPr="00D54ECC">
        <w:rPr>
          <w:rFonts w:cs="Arial"/>
          <w:szCs w:val="22"/>
        </w:rPr>
        <w:t>_ .</w:t>
      </w:r>
      <w:proofErr w:type="gramEnd"/>
    </w:p>
    <w:p w14:paraId="331B95B6" w14:textId="77777777" w:rsidR="004A65D6" w:rsidRDefault="004A65D6" w:rsidP="006B4CB0">
      <w:pPr>
        <w:spacing w:line="360" w:lineRule="exact"/>
        <w:rPr>
          <w:rFonts w:cs="Arial"/>
          <w:szCs w:val="22"/>
        </w:rPr>
      </w:pPr>
    </w:p>
    <w:p w14:paraId="3E5DB3C9" w14:textId="2A8E7F08" w:rsidR="00F7329C" w:rsidRDefault="00F7329C" w:rsidP="006B4CB0">
      <w:pPr>
        <w:spacing w:line="360" w:lineRule="exact"/>
        <w:rPr>
          <w:rFonts w:cs="Arial"/>
          <w:szCs w:val="22"/>
        </w:rPr>
      </w:pPr>
      <w:r>
        <w:rPr>
          <w:rFonts w:cs="Arial"/>
          <w:szCs w:val="22"/>
        </w:rPr>
        <w:t xml:space="preserve">A tal fine allega </w:t>
      </w:r>
      <w:r w:rsidR="005712B9">
        <w:rPr>
          <w:rFonts w:cs="Arial"/>
          <w:szCs w:val="22"/>
        </w:rPr>
        <w:t xml:space="preserve">i </w:t>
      </w:r>
      <w:r>
        <w:rPr>
          <w:rFonts w:cs="Arial"/>
          <w:szCs w:val="22"/>
        </w:rPr>
        <w:t>documenti</w:t>
      </w:r>
      <w:r w:rsidR="005712B9">
        <w:rPr>
          <w:rFonts w:cs="Arial"/>
          <w:szCs w:val="22"/>
        </w:rPr>
        <w:t xml:space="preserve"> progettuali inerenti </w:t>
      </w:r>
      <w:r w:rsidR="006E366C">
        <w:rPr>
          <w:rFonts w:cs="Arial"/>
          <w:szCs w:val="22"/>
        </w:rPr>
        <w:t>alle</w:t>
      </w:r>
      <w:r w:rsidR="005712B9">
        <w:rPr>
          <w:rFonts w:cs="Arial"/>
          <w:szCs w:val="22"/>
        </w:rPr>
        <w:t xml:space="preserve"> attività che intende proporre </w:t>
      </w:r>
      <w:r w:rsidR="004A65D6">
        <w:rPr>
          <w:rFonts w:cs="Arial"/>
          <w:szCs w:val="22"/>
        </w:rPr>
        <w:t xml:space="preserve">per il servizio in oggetto da realizzarsi nel </w:t>
      </w:r>
      <w:r w:rsidR="005712B9">
        <w:rPr>
          <w:rFonts w:cs="Arial"/>
          <w:szCs w:val="22"/>
        </w:rPr>
        <w:t>territorio del PLIS.</w:t>
      </w:r>
    </w:p>
    <w:p w14:paraId="3CA2DADB" w14:textId="77777777" w:rsidR="006B4CB0" w:rsidRDefault="006B4CB0" w:rsidP="006B4CB0">
      <w:pPr>
        <w:spacing w:line="360" w:lineRule="exact"/>
        <w:jc w:val="center"/>
        <w:rPr>
          <w:rFonts w:cs="Arial"/>
          <w:b/>
          <w:szCs w:val="22"/>
        </w:rPr>
      </w:pPr>
    </w:p>
    <w:p w14:paraId="3E549428" w14:textId="43ADB8F3" w:rsidR="0080172D" w:rsidRDefault="0080172D" w:rsidP="006B4CB0">
      <w:pPr>
        <w:spacing w:line="360" w:lineRule="exact"/>
        <w:jc w:val="center"/>
        <w:rPr>
          <w:rFonts w:cs="Arial"/>
          <w:b/>
          <w:szCs w:val="22"/>
        </w:rPr>
      </w:pPr>
      <w:r w:rsidRPr="00F629EE">
        <w:rPr>
          <w:rFonts w:cs="Arial"/>
          <w:b/>
          <w:szCs w:val="22"/>
        </w:rPr>
        <w:t>DICHIARA</w:t>
      </w:r>
      <w:r>
        <w:rPr>
          <w:rFonts w:cs="Arial"/>
          <w:b/>
          <w:szCs w:val="22"/>
        </w:rPr>
        <w:t xml:space="preserve"> infine </w:t>
      </w:r>
    </w:p>
    <w:p w14:paraId="7A9D17B1" w14:textId="77777777" w:rsidR="006B4CB0" w:rsidRPr="00F629EE" w:rsidRDefault="006B4CB0" w:rsidP="006B4CB0">
      <w:pPr>
        <w:spacing w:line="360" w:lineRule="exact"/>
        <w:jc w:val="center"/>
        <w:rPr>
          <w:rFonts w:cs="Arial"/>
          <w:b/>
          <w:szCs w:val="22"/>
        </w:rPr>
      </w:pPr>
    </w:p>
    <w:p w14:paraId="456346B1" w14:textId="412FAE72" w:rsidR="0080172D" w:rsidRDefault="0080172D" w:rsidP="006B4CB0">
      <w:pPr>
        <w:spacing w:line="360" w:lineRule="exact"/>
        <w:rPr>
          <w:rFonts w:cs="Arial"/>
          <w:szCs w:val="22"/>
        </w:rPr>
      </w:pPr>
      <w:r w:rsidRPr="0080172D">
        <w:rPr>
          <w:rFonts w:cs="Arial"/>
          <w:szCs w:val="22"/>
        </w:rPr>
        <w:t>di essere informato, ai sensi e per gli effetti di cui all’articolo 10 della legge 675/96, che i dati personali raccolti saranno trattati, anche con strumenti informatici, esclusivamente nell’ambito del procedimento per il quale la presente dichiarazione viene resa</w:t>
      </w:r>
      <w:r>
        <w:rPr>
          <w:rFonts w:cs="Arial"/>
          <w:szCs w:val="22"/>
        </w:rPr>
        <w:t>.</w:t>
      </w:r>
    </w:p>
    <w:p w14:paraId="438F10AA" w14:textId="77777777" w:rsidR="00844DB9" w:rsidRPr="00793976" w:rsidRDefault="00844DB9" w:rsidP="006B4CB0">
      <w:pPr>
        <w:shd w:val="clear" w:color="auto" w:fill="FFFFFF"/>
        <w:spacing w:line="360" w:lineRule="exact"/>
        <w:rPr>
          <w:rFonts w:cs="Arial"/>
          <w:szCs w:val="22"/>
        </w:rPr>
      </w:pPr>
    </w:p>
    <w:p w14:paraId="627F138F" w14:textId="77777777" w:rsidR="00844DB9" w:rsidRDefault="00844DB9" w:rsidP="006B4CB0">
      <w:pPr>
        <w:spacing w:line="360" w:lineRule="exact"/>
        <w:rPr>
          <w:rFonts w:cs="Arial"/>
          <w:i/>
          <w:szCs w:val="22"/>
        </w:rPr>
      </w:pPr>
      <w:r>
        <w:rPr>
          <w:rFonts w:cs="Arial"/>
          <w:i/>
          <w:szCs w:val="22"/>
        </w:rPr>
        <w:t>Data …………………………………                       firma ………………………………………</w:t>
      </w:r>
    </w:p>
    <w:p w14:paraId="401E51EE" w14:textId="77777777" w:rsidR="00844DB9" w:rsidRDefault="00844DB9" w:rsidP="006B4CB0">
      <w:pPr>
        <w:spacing w:line="360" w:lineRule="exact"/>
        <w:rPr>
          <w:rFonts w:cs="Arial"/>
          <w:i/>
          <w:szCs w:val="22"/>
        </w:rPr>
      </w:pPr>
    </w:p>
    <w:p w14:paraId="67B59D79" w14:textId="0EB8845A" w:rsidR="00844DB9" w:rsidRDefault="00844DB9" w:rsidP="006B4CB0">
      <w:pPr>
        <w:spacing w:line="360" w:lineRule="exact"/>
        <w:rPr>
          <w:rFonts w:cs="Arial"/>
          <w:b/>
          <w:sz w:val="28"/>
          <w:szCs w:val="28"/>
        </w:rPr>
      </w:pPr>
      <w:r w:rsidRPr="00793976">
        <w:rPr>
          <w:rFonts w:cs="Arial"/>
          <w:i/>
          <w:szCs w:val="22"/>
        </w:rPr>
        <w:t>Allegato: fotocopia carta identità</w:t>
      </w:r>
    </w:p>
    <w:sectPr w:rsidR="00844DB9" w:rsidSect="00542FF8">
      <w:footerReference w:type="default" r:id="rId8"/>
      <w:headerReference w:type="first" r:id="rId9"/>
      <w:footerReference w:type="first" r:id="rId10"/>
      <w:pgSz w:w="11906" w:h="16838" w:code="9"/>
      <w:pgMar w:top="1560" w:right="992" w:bottom="1418" w:left="992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9D89C" w14:textId="77777777" w:rsidR="0061696E" w:rsidRDefault="0061696E">
      <w:r>
        <w:separator/>
      </w:r>
    </w:p>
  </w:endnote>
  <w:endnote w:type="continuationSeparator" w:id="0">
    <w:p w14:paraId="3F44B4B6" w14:textId="77777777" w:rsidR="0061696E" w:rsidRDefault="00616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99807" w14:textId="77777777" w:rsidR="004E1E66" w:rsidRDefault="004E1E66" w:rsidP="004E1E66">
    <w:pPr>
      <w:pStyle w:val="Intestazione"/>
      <w:tabs>
        <w:tab w:val="clear" w:pos="4819"/>
        <w:tab w:val="clear" w:pos="9638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AREA AMMINISTRATIVO-FINANZIARIA - SETTORE EDUCAZIONE AMBIENTALE</w:t>
    </w:r>
  </w:p>
  <w:p w14:paraId="481A1C35" w14:textId="77777777" w:rsidR="004E1E66" w:rsidRDefault="004E1E66" w:rsidP="004E1E66">
    <w:pPr>
      <w:pStyle w:val="Intestazione"/>
      <w:tabs>
        <w:tab w:val="clear" w:pos="4819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sabina.rossi@parcovallelambro.it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1CF" w14:textId="77777777" w:rsidR="00C933DA" w:rsidRDefault="00C933DA" w:rsidP="00B04B62">
    <w:pPr>
      <w:pStyle w:val="Intestazione"/>
      <w:tabs>
        <w:tab w:val="clear" w:pos="4819"/>
        <w:tab w:val="clear" w:pos="9638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AREA AMMINISTRATIV</w:t>
    </w:r>
    <w:r w:rsidR="00265810">
      <w:rPr>
        <w:rFonts w:ascii="Times New Roman" w:hAnsi="Times New Roman"/>
        <w:color w:val="003300"/>
        <w:sz w:val="18"/>
      </w:rPr>
      <w:t>O-FINANZIARIA</w:t>
    </w:r>
    <w:r>
      <w:rPr>
        <w:rFonts w:ascii="Times New Roman" w:hAnsi="Times New Roman"/>
        <w:color w:val="003300"/>
        <w:sz w:val="18"/>
      </w:rPr>
      <w:t xml:space="preserve"> - SETTORE EDUCAZIONE AMBIENTALE</w:t>
    </w:r>
  </w:p>
  <w:p w14:paraId="420580F2" w14:textId="77777777" w:rsidR="00C933DA" w:rsidRDefault="00265810" w:rsidP="00B04B62">
    <w:pPr>
      <w:pStyle w:val="Intestazione"/>
      <w:tabs>
        <w:tab w:val="clear" w:pos="4819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sabina.rossi</w:t>
    </w:r>
    <w:r w:rsidR="00C933DA">
      <w:rPr>
        <w:rFonts w:ascii="Times New Roman" w:hAnsi="Times New Roman"/>
        <w:color w:val="003300"/>
        <w:sz w:val="18"/>
      </w:rPr>
      <w:t>@parcovallelambro.it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F3E5" w14:textId="77777777" w:rsidR="0061696E" w:rsidRDefault="0061696E">
      <w:r>
        <w:separator/>
      </w:r>
    </w:p>
  </w:footnote>
  <w:footnote w:type="continuationSeparator" w:id="0">
    <w:p w14:paraId="5769C28D" w14:textId="77777777" w:rsidR="0061696E" w:rsidRDefault="006169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D4DA2" w14:textId="77777777" w:rsidR="00C933DA" w:rsidRDefault="00C933DA">
    <w:pPr>
      <w:pStyle w:val="Intestazione"/>
      <w:spacing w:line="280" w:lineRule="exact"/>
      <w:jc w:val="center"/>
      <w:rPr>
        <w:b/>
        <w:sz w:val="32"/>
      </w:rPr>
    </w:pPr>
    <w:r>
      <w:rPr>
        <w:noProof/>
        <w:sz w:val="32"/>
      </w:rPr>
      <w:drawing>
        <wp:anchor distT="0" distB="0" distL="114300" distR="114300" simplePos="0" relativeHeight="251659264" behindDoc="0" locked="0" layoutInCell="0" allowOverlap="1" wp14:anchorId="7919905D" wp14:editId="1A57115E">
          <wp:simplePos x="0" y="0"/>
          <wp:positionH relativeFrom="column">
            <wp:posOffset>-1905</wp:posOffset>
          </wp:positionH>
          <wp:positionV relativeFrom="paragraph">
            <wp:posOffset>0</wp:posOffset>
          </wp:positionV>
          <wp:extent cx="795600" cy="802800"/>
          <wp:effectExtent l="0" t="0" r="508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00" cy="80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2501" w14:textId="77777777" w:rsidR="00C933DA" w:rsidRDefault="002B1AEA">
    <w:pPr>
      <w:pStyle w:val="Intestazione"/>
      <w:ind w:left="1560"/>
      <w:jc w:val="left"/>
      <w:rPr>
        <w:rFonts w:ascii="Times New Roman" w:hAnsi="Times New Roman"/>
        <w:b/>
        <w:sz w:val="32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7F73D4F" wp14:editId="42F7E00F">
              <wp:simplePos x="0" y="0"/>
              <wp:positionH relativeFrom="column">
                <wp:posOffset>1017270</wp:posOffset>
              </wp:positionH>
              <wp:positionV relativeFrom="paragraph">
                <wp:posOffset>246380</wp:posOffset>
              </wp:positionV>
              <wp:extent cx="4937760" cy="0"/>
              <wp:effectExtent l="19050" t="20955" r="24765" b="2667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377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BB34F3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1pt,19.4pt" to="468.9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" o:allowincell="f" strokecolor="#9c0" strokeweight="3pt"/>
          </w:pict>
        </mc:Fallback>
      </mc:AlternateContent>
    </w:r>
    <w:r w:rsidR="00C933DA">
      <w:rPr>
        <w:rFonts w:ascii="Times New Roman" w:hAnsi="Times New Roman"/>
        <w:b/>
        <w:sz w:val="32"/>
      </w:rPr>
      <w:t xml:space="preserve">PARCO </w:t>
    </w:r>
    <w:r w:rsidR="00C933DA" w:rsidRPr="003565F4">
      <w:rPr>
        <w:rFonts w:ascii="Times New Roman" w:hAnsi="Times New Roman"/>
        <w:b/>
        <w:sz w:val="32"/>
      </w:rPr>
      <w:t>REGIONALE</w:t>
    </w:r>
    <w:r w:rsidR="00C933DA">
      <w:rPr>
        <w:rFonts w:ascii="Times New Roman" w:hAnsi="Times New Roman"/>
        <w:b/>
        <w:sz w:val="32"/>
      </w:rPr>
      <w:t xml:space="preserve"> DELLA VALLE DEL LAMBRO</w:t>
    </w:r>
  </w:p>
  <w:p w14:paraId="20E07972" w14:textId="77777777" w:rsidR="003565F4" w:rsidRDefault="00C933DA" w:rsidP="003565F4">
    <w:pPr>
      <w:pStyle w:val="Intestazione"/>
      <w:spacing w:line="240" w:lineRule="auto"/>
      <w:ind w:left="1559"/>
      <w:jc w:val="left"/>
      <w:rPr>
        <w:rFonts w:ascii="Times New Roman" w:hAnsi="Times New Roman"/>
        <w:color w:val="808080"/>
        <w:sz w:val="20"/>
      </w:rPr>
    </w:pPr>
    <w:r>
      <w:rPr>
        <w:rFonts w:ascii="Times New Roman" w:hAnsi="Times New Roman"/>
        <w:color w:val="808080"/>
        <w:sz w:val="20"/>
      </w:rPr>
      <w:t>20</w:t>
    </w:r>
    <w:r w:rsidR="00306118">
      <w:rPr>
        <w:rFonts w:ascii="Times New Roman" w:hAnsi="Times New Roman"/>
        <w:color w:val="808080"/>
        <w:sz w:val="20"/>
      </w:rPr>
      <w:t>844</w:t>
    </w:r>
    <w:r>
      <w:rPr>
        <w:rFonts w:ascii="Times New Roman" w:hAnsi="Times New Roman"/>
        <w:color w:val="808080"/>
        <w:sz w:val="20"/>
      </w:rPr>
      <w:t xml:space="preserve"> Triuggio (MB) </w:t>
    </w:r>
    <w:r>
      <w:rPr>
        <w:rFonts w:ascii="Times New Roman" w:hAnsi="Times New Roman"/>
        <w:b/>
        <w:color w:val="808080"/>
        <w:sz w:val="20"/>
      </w:rPr>
      <w:t xml:space="preserve">- </w:t>
    </w:r>
    <w:r>
      <w:rPr>
        <w:rFonts w:ascii="Times New Roman" w:hAnsi="Times New Roman"/>
        <w:color w:val="808080"/>
        <w:sz w:val="20"/>
      </w:rPr>
      <w:t xml:space="preserve">Via Vittorio Veneto, 19 </w:t>
    </w:r>
    <w:r>
      <w:rPr>
        <w:rFonts w:ascii="Times New Roman" w:hAnsi="Times New Roman"/>
        <w:b/>
        <w:color w:val="808080"/>
        <w:sz w:val="20"/>
      </w:rPr>
      <w:t xml:space="preserve">- </w:t>
    </w:r>
    <w:r>
      <w:rPr>
        <w:rFonts w:ascii="Times New Roman" w:hAnsi="Times New Roman"/>
        <w:color w:val="808080"/>
        <w:sz w:val="20"/>
      </w:rPr>
      <w:t xml:space="preserve">Tel. 0362.970.961-997.137 </w:t>
    </w:r>
    <w:r>
      <w:rPr>
        <w:rFonts w:ascii="Times New Roman" w:hAnsi="Times New Roman"/>
        <w:b/>
        <w:color w:val="808080"/>
        <w:sz w:val="20"/>
      </w:rPr>
      <w:t xml:space="preserve">– </w:t>
    </w:r>
    <w:proofErr w:type="gramStart"/>
    <w:r>
      <w:rPr>
        <w:rFonts w:ascii="Times New Roman" w:hAnsi="Times New Roman"/>
        <w:color w:val="808080"/>
        <w:sz w:val="20"/>
      </w:rPr>
      <w:t>Fax  0362.997.045</w:t>
    </w:r>
    <w:proofErr w:type="gramEnd"/>
  </w:p>
  <w:p w14:paraId="5E9FDB69" w14:textId="77777777" w:rsidR="00C933DA" w:rsidRPr="003565F4" w:rsidRDefault="003565F4" w:rsidP="003565F4">
    <w:pPr>
      <w:pStyle w:val="Intestazione"/>
      <w:tabs>
        <w:tab w:val="clear" w:pos="4819"/>
        <w:tab w:val="center" w:pos="5103"/>
      </w:tabs>
      <w:spacing w:line="240" w:lineRule="auto"/>
      <w:ind w:left="1559"/>
      <w:jc w:val="left"/>
      <w:rPr>
        <w:rFonts w:ascii="Times New Roman" w:hAnsi="Times New Roman"/>
        <w:color w:val="808080"/>
        <w:sz w:val="20"/>
      </w:rPr>
    </w:pPr>
    <w:r>
      <w:rPr>
        <w:rFonts w:ascii="Times New Roman" w:hAnsi="Times New Roman"/>
        <w:color w:val="808080"/>
        <w:sz w:val="20"/>
      </w:rPr>
      <w:tab/>
    </w:r>
    <w:r w:rsidR="00C933DA">
      <w:rPr>
        <w:rFonts w:ascii="Times New Roman" w:hAnsi="Times New Roman"/>
        <w:color w:val="808080"/>
        <w:sz w:val="16"/>
        <w:lang w:val="fr-FR"/>
      </w:rPr>
      <w:t>L.R. 16-9-83 N. 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32C3"/>
    <w:multiLevelType w:val="hybridMultilevel"/>
    <w:tmpl w:val="29E6DAE2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3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6" w:hanging="360"/>
      </w:pPr>
      <w:rPr>
        <w:rFonts w:ascii="Wingdings" w:hAnsi="Wingdings" w:hint="default"/>
      </w:rPr>
    </w:lvl>
  </w:abstractNum>
  <w:abstractNum w:abstractNumId="1" w15:restartNumberingAfterBreak="0">
    <w:nsid w:val="06F47870"/>
    <w:multiLevelType w:val="singleLevel"/>
    <w:tmpl w:val="94CE3C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0D565F5"/>
    <w:multiLevelType w:val="hybridMultilevel"/>
    <w:tmpl w:val="4650EAF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C174F06"/>
    <w:multiLevelType w:val="hybridMultilevel"/>
    <w:tmpl w:val="A2225AE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F32090"/>
    <w:multiLevelType w:val="hybridMultilevel"/>
    <w:tmpl w:val="B6D0F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415D4C"/>
    <w:multiLevelType w:val="hybridMultilevel"/>
    <w:tmpl w:val="C3A8B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C7634"/>
    <w:multiLevelType w:val="hybridMultilevel"/>
    <w:tmpl w:val="FD8EDA8A"/>
    <w:lvl w:ilvl="0" w:tplc="1B608A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36132"/>
    <w:multiLevelType w:val="hybridMultilevel"/>
    <w:tmpl w:val="734CCA7C"/>
    <w:lvl w:ilvl="0" w:tplc="C5560FA4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60EF4"/>
    <w:multiLevelType w:val="hybridMultilevel"/>
    <w:tmpl w:val="A62EB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117004">
    <w:abstractNumId w:val="1"/>
  </w:num>
  <w:num w:numId="2" w16cid:durableId="703484504">
    <w:abstractNumId w:val="2"/>
  </w:num>
  <w:num w:numId="3" w16cid:durableId="166291440">
    <w:abstractNumId w:val="5"/>
  </w:num>
  <w:num w:numId="4" w16cid:durableId="12033980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5045690">
    <w:abstractNumId w:val="3"/>
  </w:num>
  <w:num w:numId="6" w16cid:durableId="670836872">
    <w:abstractNumId w:val="0"/>
  </w:num>
  <w:num w:numId="7" w16cid:durableId="309135541">
    <w:abstractNumId w:val="7"/>
  </w:num>
  <w:num w:numId="8" w16cid:durableId="400178112">
    <w:abstractNumId w:val="8"/>
  </w:num>
  <w:num w:numId="9" w16cid:durableId="838957849">
    <w:abstractNumId w:val="4"/>
  </w:num>
  <w:num w:numId="10" w16cid:durableId="91854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EB"/>
    <w:rsid w:val="000526B5"/>
    <w:rsid w:val="0007494A"/>
    <w:rsid w:val="00091323"/>
    <w:rsid w:val="00094D56"/>
    <w:rsid w:val="000A112F"/>
    <w:rsid w:val="000C70B5"/>
    <w:rsid w:val="000D1C76"/>
    <w:rsid w:val="000F123A"/>
    <w:rsid w:val="001141C7"/>
    <w:rsid w:val="00122E12"/>
    <w:rsid w:val="0012318B"/>
    <w:rsid w:val="00173E07"/>
    <w:rsid w:val="00185115"/>
    <w:rsid w:val="001947BA"/>
    <w:rsid w:val="001F2A86"/>
    <w:rsid w:val="00201C3F"/>
    <w:rsid w:val="0023288E"/>
    <w:rsid w:val="0025551A"/>
    <w:rsid w:val="00265810"/>
    <w:rsid w:val="0028247C"/>
    <w:rsid w:val="002B1AEA"/>
    <w:rsid w:val="002D4278"/>
    <w:rsid w:val="002E3539"/>
    <w:rsid w:val="003009DD"/>
    <w:rsid w:val="00306118"/>
    <w:rsid w:val="00321B3E"/>
    <w:rsid w:val="003565F4"/>
    <w:rsid w:val="00374DAB"/>
    <w:rsid w:val="00381E9E"/>
    <w:rsid w:val="00395D0D"/>
    <w:rsid w:val="00411B8C"/>
    <w:rsid w:val="00414DCA"/>
    <w:rsid w:val="00431A96"/>
    <w:rsid w:val="00453447"/>
    <w:rsid w:val="0045548D"/>
    <w:rsid w:val="004979FE"/>
    <w:rsid w:val="004A65D6"/>
    <w:rsid w:val="004C52E8"/>
    <w:rsid w:val="004E1E66"/>
    <w:rsid w:val="004E4B1F"/>
    <w:rsid w:val="004E64BC"/>
    <w:rsid w:val="004F0E16"/>
    <w:rsid w:val="00500008"/>
    <w:rsid w:val="00524C5D"/>
    <w:rsid w:val="00524DD1"/>
    <w:rsid w:val="005341F8"/>
    <w:rsid w:val="00542FF8"/>
    <w:rsid w:val="005433BA"/>
    <w:rsid w:val="005535F1"/>
    <w:rsid w:val="005712B9"/>
    <w:rsid w:val="00574B8C"/>
    <w:rsid w:val="005C207D"/>
    <w:rsid w:val="005D732F"/>
    <w:rsid w:val="005E066C"/>
    <w:rsid w:val="0061696E"/>
    <w:rsid w:val="0062014F"/>
    <w:rsid w:val="00623A35"/>
    <w:rsid w:val="006339FE"/>
    <w:rsid w:val="006427B2"/>
    <w:rsid w:val="006614B5"/>
    <w:rsid w:val="0069488D"/>
    <w:rsid w:val="006B4CB0"/>
    <w:rsid w:val="006C7C20"/>
    <w:rsid w:val="006D2DC4"/>
    <w:rsid w:val="006E2B28"/>
    <w:rsid w:val="006E366C"/>
    <w:rsid w:val="00705D04"/>
    <w:rsid w:val="007160B8"/>
    <w:rsid w:val="00720663"/>
    <w:rsid w:val="00744304"/>
    <w:rsid w:val="00754850"/>
    <w:rsid w:val="00766393"/>
    <w:rsid w:val="007902AE"/>
    <w:rsid w:val="007E721E"/>
    <w:rsid w:val="007F5A58"/>
    <w:rsid w:val="007F7185"/>
    <w:rsid w:val="0080172D"/>
    <w:rsid w:val="008141BA"/>
    <w:rsid w:val="00844DB9"/>
    <w:rsid w:val="008519EB"/>
    <w:rsid w:val="008819E3"/>
    <w:rsid w:val="00882339"/>
    <w:rsid w:val="00896B07"/>
    <w:rsid w:val="008A463C"/>
    <w:rsid w:val="008A7E63"/>
    <w:rsid w:val="009015E8"/>
    <w:rsid w:val="00903C89"/>
    <w:rsid w:val="00930555"/>
    <w:rsid w:val="00943F79"/>
    <w:rsid w:val="00956261"/>
    <w:rsid w:val="00982DC2"/>
    <w:rsid w:val="0098366D"/>
    <w:rsid w:val="009862DB"/>
    <w:rsid w:val="00994555"/>
    <w:rsid w:val="00A15907"/>
    <w:rsid w:val="00A21BE2"/>
    <w:rsid w:val="00A4121C"/>
    <w:rsid w:val="00A67E39"/>
    <w:rsid w:val="00A7157A"/>
    <w:rsid w:val="00A74DB5"/>
    <w:rsid w:val="00AA3DF3"/>
    <w:rsid w:val="00AC42AF"/>
    <w:rsid w:val="00AC7D6E"/>
    <w:rsid w:val="00AD50E3"/>
    <w:rsid w:val="00AF2089"/>
    <w:rsid w:val="00B01DA9"/>
    <w:rsid w:val="00B04B62"/>
    <w:rsid w:val="00B533B1"/>
    <w:rsid w:val="00B773B5"/>
    <w:rsid w:val="00BB6CFA"/>
    <w:rsid w:val="00BE534C"/>
    <w:rsid w:val="00BF34F1"/>
    <w:rsid w:val="00C24D90"/>
    <w:rsid w:val="00C360D2"/>
    <w:rsid w:val="00C841A3"/>
    <w:rsid w:val="00C933DA"/>
    <w:rsid w:val="00CA6EF1"/>
    <w:rsid w:val="00CE3571"/>
    <w:rsid w:val="00CF004F"/>
    <w:rsid w:val="00D209FB"/>
    <w:rsid w:val="00D52127"/>
    <w:rsid w:val="00D54ECC"/>
    <w:rsid w:val="00D66015"/>
    <w:rsid w:val="00DA3C4C"/>
    <w:rsid w:val="00DA50C2"/>
    <w:rsid w:val="00DD3D6E"/>
    <w:rsid w:val="00DD4EF7"/>
    <w:rsid w:val="00E332C0"/>
    <w:rsid w:val="00E34D6A"/>
    <w:rsid w:val="00E35078"/>
    <w:rsid w:val="00E62586"/>
    <w:rsid w:val="00E71429"/>
    <w:rsid w:val="00E94ED6"/>
    <w:rsid w:val="00EA28D2"/>
    <w:rsid w:val="00EB3AD5"/>
    <w:rsid w:val="00ED13D6"/>
    <w:rsid w:val="00ED6F89"/>
    <w:rsid w:val="00EF0921"/>
    <w:rsid w:val="00F000D1"/>
    <w:rsid w:val="00F00FE6"/>
    <w:rsid w:val="00F21388"/>
    <w:rsid w:val="00F326B3"/>
    <w:rsid w:val="00F4059C"/>
    <w:rsid w:val="00F526D3"/>
    <w:rsid w:val="00F55C07"/>
    <w:rsid w:val="00F55EFD"/>
    <w:rsid w:val="00F629EE"/>
    <w:rsid w:val="00F654BE"/>
    <w:rsid w:val="00F7329C"/>
    <w:rsid w:val="00F97451"/>
    <w:rsid w:val="00FB4D50"/>
    <w:rsid w:val="00FB5844"/>
    <w:rsid w:val="00FB6FBC"/>
    <w:rsid w:val="00FE29BC"/>
    <w:rsid w:val="00FE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FED38B6"/>
  <w15:docId w15:val="{A39E6CAE-B59A-4653-BE6F-C5D5349A9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A463C"/>
    <w:pPr>
      <w:spacing w:line="400" w:lineRule="exact"/>
      <w:jc w:val="both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524C5D"/>
    <w:pPr>
      <w:keepNext/>
      <w:spacing w:before="240" w:after="120"/>
      <w:jc w:val="center"/>
      <w:outlineLvl w:val="0"/>
    </w:pPr>
    <w:rPr>
      <w:b/>
      <w:sz w:val="32"/>
    </w:rPr>
  </w:style>
  <w:style w:type="paragraph" w:styleId="Titolo2">
    <w:name w:val="heading 2"/>
    <w:basedOn w:val="Normale"/>
    <w:next w:val="Normale"/>
    <w:qFormat/>
    <w:rsid w:val="00524C5D"/>
    <w:pPr>
      <w:keepNext/>
      <w:spacing w:before="120" w:after="120"/>
      <w:outlineLvl w:val="1"/>
    </w:pPr>
    <w:rPr>
      <w:b/>
      <w:caps/>
      <w:sz w:val="24"/>
    </w:rPr>
  </w:style>
  <w:style w:type="paragraph" w:styleId="Titolo3">
    <w:name w:val="heading 3"/>
    <w:basedOn w:val="Normale"/>
    <w:next w:val="Normale"/>
    <w:qFormat/>
    <w:rsid w:val="00524C5D"/>
    <w:pPr>
      <w:keepNext/>
      <w:spacing w:before="120"/>
      <w:outlineLvl w:val="2"/>
    </w:pPr>
    <w:rPr>
      <w:b/>
      <w:u w:val="single"/>
    </w:rPr>
  </w:style>
  <w:style w:type="paragraph" w:styleId="Titolo4">
    <w:name w:val="heading 4"/>
    <w:basedOn w:val="Normale"/>
    <w:next w:val="Normale"/>
    <w:qFormat/>
    <w:rsid w:val="00524C5D"/>
    <w:pPr>
      <w:keepNext/>
      <w:spacing w:line="380" w:lineRule="exact"/>
      <w:ind w:firstLine="340"/>
      <w:jc w:val="center"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24C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24C5D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524C5D"/>
    <w:rPr>
      <w:color w:val="0000FF"/>
      <w:u w:val="single"/>
    </w:rPr>
  </w:style>
  <w:style w:type="character" w:styleId="Collegamentovisitato">
    <w:name w:val="FollowedHyperlink"/>
    <w:basedOn w:val="Carpredefinitoparagrafo"/>
    <w:rsid w:val="00524C5D"/>
    <w:rPr>
      <w:color w:val="800080"/>
      <w:u w:val="single"/>
    </w:rPr>
  </w:style>
  <w:style w:type="paragraph" w:customStyle="1" w:styleId="Rientro">
    <w:name w:val="Rientro"/>
    <w:basedOn w:val="Normale"/>
    <w:rsid w:val="00524C5D"/>
    <w:pPr>
      <w:spacing w:before="60" w:line="300" w:lineRule="exact"/>
      <w:ind w:firstLine="340"/>
    </w:pPr>
  </w:style>
  <w:style w:type="paragraph" w:styleId="Testofumetto">
    <w:name w:val="Balloon Text"/>
    <w:basedOn w:val="Normale"/>
    <w:link w:val="TestofumettoCarattere"/>
    <w:rsid w:val="006D2D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D2DC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AF2089"/>
    <w:rPr>
      <w:b/>
      <w:bCs/>
    </w:rPr>
  </w:style>
  <w:style w:type="paragraph" w:styleId="Paragrafoelenco">
    <w:name w:val="List Paragraph"/>
    <w:basedOn w:val="Normale"/>
    <w:uiPriority w:val="34"/>
    <w:qFormat/>
    <w:rsid w:val="008141BA"/>
    <w:pPr>
      <w:ind w:left="720"/>
      <w:contextualSpacing/>
    </w:pPr>
  </w:style>
  <w:style w:type="paragraph" w:customStyle="1" w:styleId="sche3">
    <w:name w:val="sche_3"/>
    <w:rsid w:val="00844DB9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844DB9"/>
    <w:pPr>
      <w:overflowPunct w:val="0"/>
      <w:autoSpaceDE w:val="0"/>
      <w:autoSpaceDN w:val="0"/>
      <w:adjustRightInd w:val="0"/>
      <w:spacing w:line="360" w:lineRule="auto"/>
      <w:ind w:left="425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arcovallelambro@legalmail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a%20Zanone%20Poma\Dati%20applicazioni\Microsoft\Templates\Carta%20intestata%20mi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mic</Template>
  <TotalTime>11</TotalTime>
  <Pages>2</Pages>
  <Words>484</Words>
  <Characters>3505</Characters>
  <Application>Microsoft Office Word</Application>
  <DocSecurity>0</DocSecurity>
  <Lines>29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Triuggio, lì 01/08/02</vt:lpstr>
    </vt:vector>
  </TitlesOfParts>
  <Company>Parco Lambro</Company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Triuggio, lì 01/08/02</dc:title>
  <dc:creator>Michela Zanone Poma</dc:creator>
  <cp:lastModifiedBy>Sabina Rossi</cp:lastModifiedBy>
  <cp:revision>8</cp:revision>
  <cp:lastPrinted>2021-07-30T15:52:00Z</cp:lastPrinted>
  <dcterms:created xsi:type="dcterms:W3CDTF">2022-06-16T09:33:00Z</dcterms:created>
  <dcterms:modified xsi:type="dcterms:W3CDTF">2022-06-23T11:58:00Z</dcterms:modified>
</cp:coreProperties>
</file>